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643719" w:rsidRDefault="005C4CBE" w:rsidP="002735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2735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Hafez, Richmond, Shaw, Thomas</w:t>
            </w: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2735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BA345D">
              <w:rPr>
                <w:rFonts w:ascii="Times New Roman" w:hAnsi="Times New Roman" w:cs="Times New Roman"/>
                <w:sz w:val="24"/>
                <w:szCs w:val="24"/>
              </w:rPr>
              <w:t xml:space="preserve">September </w:t>
            </w:r>
            <w:bookmarkStart w:id="0" w:name="_GoBack"/>
            <w:bookmarkEnd w:id="0"/>
            <w:r w:rsidR="00273569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Default="005C4CBE" w:rsidP="00273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2735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Operations with whole numbers and decimals.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  <w:p w:rsidR="00273569" w:rsidRDefault="00273569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 2 Task 3 – Taught Prior to Task 3 – Task 3 Comp</w:t>
            </w:r>
            <w:r w:rsidR="003F0F45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etion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273569" w:rsidRDefault="008C13D7" w:rsidP="002735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273569">
              <w:rPr>
                <w:rFonts w:ascii="Times New Roman" w:hAnsi="Times New Roman" w:cs="Times New Roman"/>
                <w:b/>
                <w:sz w:val="24"/>
                <w:szCs w:val="24"/>
              </w:rPr>
              <w:t>How can I use division procedures to help me solve problems with large amounts?</w:t>
            </w:r>
          </w:p>
          <w:p w:rsidR="008C13D7" w:rsidRPr="008C13D7" w:rsidRDefault="00273569" w:rsidP="002735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Why is it important to determine the unit rate when purchasing items?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6794" w:rsidRDefault="00A66794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Computer </w:t>
            </w:r>
          </w:p>
          <w:p w:rsidR="00A66794" w:rsidRDefault="00A66794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Task 3 assignment</w:t>
            </w: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0F45" w:rsidRDefault="003F0F4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Pencil </w:t>
            </w:r>
          </w:p>
          <w:p w:rsidR="003F0F45" w:rsidRDefault="003F0F4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Math Journal</w:t>
            </w:r>
          </w:p>
        </w:tc>
        <w:tc>
          <w:tcPr>
            <w:tcW w:w="5496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27356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Decimal</w:t>
            </w:r>
          </w:p>
          <w:p w:rsidR="00273569" w:rsidRDefault="0027356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Divide</w:t>
            </w:r>
          </w:p>
          <w:p w:rsidR="00273569" w:rsidRDefault="0027356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Dividend</w:t>
            </w:r>
          </w:p>
          <w:p w:rsidR="00273569" w:rsidRDefault="0027356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Divisor</w:t>
            </w:r>
          </w:p>
          <w:p w:rsidR="00273569" w:rsidRDefault="0027356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Quotient</w:t>
            </w: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064C70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1</w:t>
            </w:r>
            <w:proofErr w:type="gramEnd"/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064C70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064C7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064C7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064C7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064C70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2735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73569" w:rsidRPr="002745C0">
              <w:rPr>
                <w:rFonts w:ascii="Times New Roman" w:hAnsi="Times New Roman" w:cs="Times New Roman"/>
                <w:sz w:val="24"/>
                <w:szCs w:val="24"/>
              </w:rPr>
              <w:t>5.NBT.6 – Find whole number quotients of whole numbers with up to four digit dividends and two digit divisors, using strategies based on place value, the properties of operations, and/or the relationship between multiplication and division.  Illustrate and explain the calculation by using equations, rectangular arrays, and/or area models.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66794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A66794" w:rsidRDefault="00A66794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use division procedures to help me solve problems with large amounts.</w:t>
            </w:r>
          </w:p>
          <w:p w:rsidR="00D85633" w:rsidRPr="00A66794" w:rsidRDefault="00273569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6794">
              <w:rPr>
                <w:rFonts w:ascii="Times New Roman" w:hAnsi="Times New Roman" w:cs="Times New Roman"/>
                <w:b/>
                <w:sz w:val="24"/>
                <w:szCs w:val="24"/>
              </w:rPr>
              <w:t>I can use unit price calculations to determine individual prices.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66794">
              <w:rPr>
                <w:rFonts w:ascii="Times New Roman" w:hAnsi="Times New Roman" w:cs="Times New Roman"/>
                <w:sz w:val="24"/>
                <w:szCs w:val="24"/>
              </w:rPr>
              <w:t xml:space="preserve">Students will play a review Jeopardy game.  Below is a link providing pre-made jeopardy </w:t>
            </w:r>
            <w:proofErr w:type="gramStart"/>
            <w:r w:rsidR="00A66794">
              <w:rPr>
                <w:rFonts w:ascii="Times New Roman" w:hAnsi="Times New Roman" w:cs="Times New Roman"/>
                <w:sz w:val="24"/>
                <w:szCs w:val="24"/>
              </w:rPr>
              <w:t>games.</w:t>
            </w:r>
            <w:proofErr w:type="gramEnd"/>
            <w:r w:rsidR="00A66794">
              <w:rPr>
                <w:rFonts w:ascii="Times New Roman" w:hAnsi="Times New Roman" w:cs="Times New Roman"/>
                <w:sz w:val="24"/>
                <w:szCs w:val="24"/>
              </w:rPr>
              <w:t xml:space="preserve">  There is also a template that allows you to choose your own categories and modify the questions.  </w:t>
            </w:r>
          </w:p>
          <w:p w:rsidR="00064C70" w:rsidRDefault="00064C70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4C70" w:rsidRPr="00064C70" w:rsidRDefault="00BA345D" w:rsidP="00064C70">
            <w:pPr>
              <w:spacing w:after="150"/>
              <w:rPr>
                <w:rFonts w:ascii="Segoe UI" w:eastAsia="Times New Roman" w:hAnsi="Segoe UI" w:cs="Segoe UI"/>
                <w:sz w:val="27"/>
                <w:szCs w:val="27"/>
              </w:rPr>
            </w:pPr>
            <w:hyperlink r:id="rId13" w:tgtFrame="_blank" w:history="1">
              <w:r w:rsidR="00064C70" w:rsidRPr="00064C70">
                <w:rPr>
                  <w:rFonts w:ascii="Tahoma" w:eastAsia="Times New Roman" w:hAnsi="Tahoma" w:cs="Tahoma"/>
                  <w:color w:val="0000FF"/>
                  <w:sz w:val="20"/>
                  <w:szCs w:val="20"/>
                  <w:u w:val="single"/>
                </w:rPr>
                <w:t>https://www.google.com/url?q=http://jeopardylabs.com/play/long-division&amp;sa=U&amp;ei=FRYIUNbDKoXe0QH_45noAw&amp;ved=0CAkQFjAC&amp;client=internal-uds-cse&amp;usg=AFQjCNHH9PLyVaU9OPaa49BD655lCZKY9w</w:t>
              </w:r>
            </w:hyperlink>
          </w:p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A66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will complete Task 3 provided in Unit 2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2735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will complete Task 3 provided in </w:t>
            </w:r>
            <w:r w:rsidR="00A66794">
              <w:rPr>
                <w:rFonts w:ascii="Times New Roman" w:hAnsi="Times New Roman" w:cs="Times New Roman"/>
                <w:b/>
                <w:sz w:val="24"/>
                <w:szCs w:val="24"/>
              </w:rPr>
              <w:t>Unit 2.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A66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will complete Task 3 provided in Unit 2.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A66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will complete Task 3 provided in Unit 2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A66794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Students will create unit rate problems to determine the “better buy” when shopping</w:t>
            </w:r>
          </w:p>
        </w:tc>
        <w:tc>
          <w:tcPr>
            <w:tcW w:w="3672" w:type="dxa"/>
            <w:gridSpan w:val="3"/>
          </w:tcPr>
          <w:p w:rsidR="005C4CBE" w:rsidRDefault="00A66794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use one grade level only instead of all three grade levels for calculations.  </w:t>
            </w:r>
          </w:p>
        </w:tc>
        <w:tc>
          <w:tcPr>
            <w:tcW w:w="3672" w:type="dxa"/>
          </w:tcPr>
          <w:p w:rsidR="005C4CBE" w:rsidRDefault="00A66794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use a graphic organizer to show steps</w:t>
            </w:r>
            <w:r w:rsidR="009747F2">
              <w:rPr>
                <w:rFonts w:ascii="Times New Roman" w:hAnsi="Times New Roman" w:cs="Times New Roman"/>
                <w:sz w:val="24"/>
                <w:szCs w:val="24"/>
              </w:rPr>
              <w:t xml:space="preserve"> of division as they solve the problem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 a calculator.  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3F0F45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Task 3 Completion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064C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4C70" w:rsidRDefault="00064C70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96D" w:rsidRDefault="0015496D" w:rsidP="0015496D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understandings/misconceptions</w:t>
            </w:r>
          </w:p>
          <w:p w:rsidR="0015496D" w:rsidRDefault="0015496D" w:rsidP="0015496D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 notes about students’ thinking</w:t>
            </w:r>
          </w:p>
          <w:p w:rsidR="0015496D" w:rsidRDefault="0015496D" w:rsidP="0015496D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96D">
              <w:rPr>
                <w:rFonts w:ascii="Times New Roman" w:hAnsi="Times New Roman" w:cs="Times New Roman"/>
                <w:sz w:val="24"/>
                <w:szCs w:val="24"/>
              </w:rPr>
              <w:t>What do I need to reteach/review tomorrow or in the future</w:t>
            </w:r>
          </w:p>
          <w:p w:rsidR="0015496D" w:rsidRPr="0015496D" w:rsidRDefault="0015496D" w:rsidP="0015496D">
            <w:pPr>
              <w:pStyle w:val="ListParagraph"/>
              <w:numPr>
                <w:ilvl w:val="0"/>
                <w:numId w:val="8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96D">
              <w:rPr>
                <w:rFonts w:ascii="Times New Roman" w:hAnsi="Times New Roman" w:cs="Times New Roman"/>
                <w:sz w:val="24"/>
                <w:szCs w:val="24"/>
              </w:rPr>
              <w:t>New ideas or changes for next time</w:t>
            </w: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F59" w:rsidRDefault="007D6F59" w:rsidP="00D7779B">
      <w:pPr>
        <w:spacing w:after="0" w:line="240" w:lineRule="auto"/>
      </w:pPr>
      <w:r>
        <w:separator/>
      </w:r>
    </w:p>
  </w:endnote>
  <w:endnote w:type="continuationSeparator" w:id="0">
    <w:p w:rsidR="007D6F59" w:rsidRDefault="007D6F59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F59" w:rsidRDefault="007D6F59" w:rsidP="00D7779B">
      <w:pPr>
        <w:spacing w:after="0" w:line="240" w:lineRule="auto"/>
      </w:pPr>
      <w:r>
        <w:separator/>
      </w:r>
    </w:p>
  </w:footnote>
  <w:footnote w:type="continuationSeparator" w:id="0">
    <w:p w:rsidR="007D6F59" w:rsidRDefault="007D6F59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AF6E42"/>
    <w:multiLevelType w:val="hybridMultilevel"/>
    <w:tmpl w:val="E952B656"/>
    <w:lvl w:ilvl="0" w:tplc="7F322D5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64C70"/>
    <w:rsid w:val="0015496D"/>
    <w:rsid w:val="0016201B"/>
    <w:rsid w:val="00224A5F"/>
    <w:rsid w:val="00273569"/>
    <w:rsid w:val="00274ACD"/>
    <w:rsid w:val="0028190D"/>
    <w:rsid w:val="003D7D31"/>
    <w:rsid w:val="003F0F45"/>
    <w:rsid w:val="004B658C"/>
    <w:rsid w:val="0051657B"/>
    <w:rsid w:val="00570FB8"/>
    <w:rsid w:val="005C4CBE"/>
    <w:rsid w:val="00643719"/>
    <w:rsid w:val="006A0ACD"/>
    <w:rsid w:val="007B401D"/>
    <w:rsid w:val="007D6F59"/>
    <w:rsid w:val="008C13D7"/>
    <w:rsid w:val="009747F2"/>
    <w:rsid w:val="009B085C"/>
    <w:rsid w:val="00A66794"/>
    <w:rsid w:val="00A67FA5"/>
    <w:rsid w:val="00B51CA8"/>
    <w:rsid w:val="00BA345D"/>
    <w:rsid w:val="00C92D93"/>
    <w:rsid w:val="00CB2DBC"/>
    <w:rsid w:val="00CD5617"/>
    <w:rsid w:val="00D7779B"/>
    <w:rsid w:val="00D85633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5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12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71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2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216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025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047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162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0817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0529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7984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610944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92832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942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45316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5880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17560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ebmail.gcsnc.com/owa/redir.aspx?C=937d7db09bdb40eba0916dac21c7583e&amp;URL=https%3a%2f%2fwww.google.com%2furl%3fq%3dhttp%3a%2f%2fjeopardylabs.com%2fplay%2flong-division%26sa%3dU%26ei%3dFRYIUNbDKoXe0QH_45noAw%26ved%3d0CAkQFjAC%26client%3dinternal-uds-cse%26usg%3dAFQjCNHH9PLyVaU9OPaa49BD655lCZKY9w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45822C-7825-4ABE-B0A6-D6F8EA2B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FD38CB4E.dotm</Template>
  <TotalTime>2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4</cp:revision>
  <dcterms:created xsi:type="dcterms:W3CDTF">2012-07-19T14:40:00Z</dcterms:created>
  <dcterms:modified xsi:type="dcterms:W3CDTF">2012-07-19T15:08:00Z</dcterms:modified>
</cp:coreProperties>
</file>